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C4" w:rsidRDefault="00D741C4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 xml:space="preserve">9:00-9:30 </w:t>
      </w:r>
      <w:r>
        <w:rPr>
          <w:rFonts w:ascii="Century Gothic" w:hAnsi="Century Gothic"/>
          <w:b/>
          <w:sz w:val="20"/>
          <w:szCs w:val="20"/>
        </w:rPr>
        <w:tab/>
        <w:t>Week of: Feb. 20-24, 2012</w:t>
      </w:r>
    </w:p>
    <w:p w:rsidR="00D741C4" w:rsidRDefault="00D741C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Adverbs Unit: 23 Spelling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>COS 3.1, 3.2, 3.3, 3.4, 3.9, 3.10, 3.11 Obj. SW complete a pretest on Unit 23 Spelling Words; define adverbs &amp; spell them correctly</w:t>
      </w:r>
    </w:p>
    <w:p w:rsidR="00D741C4" w:rsidRPr="008412C6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2)Spelling Unit 23 Pretest 3)Go over Spelling words &amp; patterns orally, &amp; SW highlight any misspelled words from the pretest 4)Read together blue box page 182 5)Guided Practice pg 182 part A by telling hand &amp; releasing answers 6)SW who missed any spelling words will write words correctly 5x’s each; students who made 100 will have quiet free time</w:t>
      </w:r>
    </w:p>
    <w:p w:rsidR="00D741C4" w:rsidRDefault="00D741C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Unit 23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 See Monday Obj. SW sort Unit 23 spelling words; use adverbs correctly in writing</w:t>
      </w:r>
    </w:p>
    <w:p w:rsidR="00D741C4" w:rsidRPr="00E84BA9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 words 3)Review adverbs pg 182 4)Guided Practice pg 183 orally 5)Independent Practice pg 185 on loose leaf paper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Pencil, Unit 23 Spelling, Grammar &amp; Writing Books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marker 3)Review adverbs pg 185 by saying answers orally 4)Adverbs Test 5) Spelling Game if time 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Pencil, Adverbs Test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3.1, 3.9, 3.11 Obj. Spell Unit 23 correctly for a Spelling Test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1)Review Morning Work from DOL 2)Spelling Test 3)Writing Workshop with a prompt related to weekly story 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D741C4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D741C4" w:rsidRPr="008F4A5D" w:rsidRDefault="00D741C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 </w:t>
      </w: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D741C4" w:rsidRPr="00420374" w:rsidRDefault="00D741C4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D741C4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21476"/>
    <w:rsid w:val="00083D77"/>
    <w:rsid w:val="000E793D"/>
    <w:rsid w:val="001C7016"/>
    <w:rsid w:val="00215E6B"/>
    <w:rsid w:val="00232575"/>
    <w:rsid w:val="00234DF5"/>
    <w:rsid w:val="002634F0"/>
    <w:rsid w:val="002679C9"/>
    <w:rsid w:val="002949D7"/>
    <w:rsid w:val="00334F94"/>
    <w:rsid w:val="0034406E"/>
    <w:rsid w:val="0038755B"/>
    <w:rsid w:val="003C4F4C"/>
    <w:rsid w:val="003E218B"/>
    <w:rsid w:val="00420374"/>
    <w:rsid w:val="00446FFC"/>
    <w:rsid w:val="004755EE"/>
    <w:rsid w:val="004A7CDA"/>
    <w:rsid w:val="0056332F"/>
    <w:rsid w:val="00575E2D"/>
    <w:rsid w:val="00585634"/>
    <w:rsid w:val="005A51A7"/>
    <w:rsid w:val="005B2E81"/>
    <w:rsid w:val="00635667"/>
    <w:rsid w:val="006754AC"/>
    <w:rsid w:val="007850B4"/>
    <w:rsid w:val="008412C6"/>
    <w:rsid w:val="0088208D"/>
    <w:rsid w:val="008C7B36"/>
    <w:rsid w:val="008E7DE6"/>
    <w:rsid w:val="008F4A5D"/>
    <w:rsid w:val="0097139E"/>
    <w:rsid w:val="00971963"/>
    <w:rsid w:val="009E6B00"/>
    <w:rsid w:val="00A03E2A"/>
    <w:rsid w:val="00AE5B0F"/>
    <w:rsid w:val="00AF623A"/>
    <w:rsid w:val="00B00282"/>
    <w:rsid w:val="00B22DDA"/>
    <w:rsid w:val="00B82EFA"/>
    <w:rsid w:val="00BD2FC9"/>
    <w:rsid w:val="00BD7829"/>
    <w:rsid w:val="00BE6D98"/>
    <w:rsid w:val="00C00640"/>
    <w:rsid w:val="00C8625F"/>
    <w:rsid w:val="00D22011"/>
    <w:rsid w:val="00D34D64"/>
    <w:rsid w:val="00D741C4"/>
    <w:rsid w:val="00D95A24"/>
    <w:rsid w:val="00E17434"/>
    <w:rsid w:val="00E84BA9"/>
    <w:rsid w:val="00E95CE9"/>
    <w:rsid w:val="00E969D2"/>
    <w:rsid w:val="00EB4821"/>
    <w:rsid w:val="00ED224C"/>
    <w:rsid w:val="00F63E76"/>
    <w:rsid w:val="00FE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338</Words>
  <Characters>1929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2011-09-19T02:18:00Z</cp:lastPrinted>
  <dcterms:created xsi:type="dcterms:W3CDTF">2011-09-19T16:04:00Z</dcterms:created>
  <dcterms:modified xsi:type="dcterms:W3CDTF">2011-09-19T16:04:00Z</dcterms:modified>
</cp:coreProperties>
</file>